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0C463EA" w14:textId="77777777" w:rsidR="00235FA2" w:rsidRDefault="003641CB" w:rsidP="00736702">
      <w:pPr>
        <w:pStyle w:val="Subttulo"/>
        <w:rPr>
          <w:rFonts w:ascii="ArialMT" w:hAnsi="ArialMT" w:cs="ArialMT"/>
          <w:b/>
        </w:rPr>
      </w:pPr>
      <w:r w:rsidRPr="00235FA2"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3A62F6" wp14:editId="33F355A1">
                <wp:simplePos x="0" y="0"/>
                <wp:positionH relativeFrom="column">
                  <wp:posOffset>2659380</wp:posOffset>
                </wp:positionH>
                <wp:positionV relativeFrom="paragraph">
                  <wp:posOffset>-34290</wp:posOffset>
                </wp:positionV>
                <wp:extent cx="976630" cy="269875"/>
                <wp:effectExtent l="0" t="0" r="0" b="0"/>
                <wp:wrapNone/>
                <wp:docPr id="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63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E1A21" w14:textId="77777777" w:rsidR="00235FA2" w:rsidRPr="008B3D0B" w:rsidRDefault="00235FA2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E46EAE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nexo X</w:t>
                            </w:r>
                            <w:r w:rsidR="003641C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 w:rsidR="00E46EAE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  <w:p w14:paraId="0FFD3FC7" w14:textId="77777777" w:rsidR="00235FA2" w:rsidRPr="00F330EB" w:rsidRDefault="00235FA2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D3A62F6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209.4pt;margin-top:-2.7pt;width:76.9pt;height:2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" stroked="f">
                <v:textbox>
                  <w:txbxContent>
                    <w:p w14:paraId="58BE1A21" w14:textId="77777777" w:rsidR="00235FA2" w:rsidRPr="008B3D0B" w:rsidRDefault="00235FA2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>A</w:t>
                      </w:r>
                      <w:r w:rsidR="00E46EAE">
                        <w:rPr>
                          <w:rFonts w:cs="Arial"/>
                          <w:b/>
                          <w:sz w:val="24"/>
                          <w:szCs w:val="24"/>
                        </w:rPr>
                        <w:t>nexo X</w:t>
                      </w:r>
                      <w:r w:rsidR="003641CB">
                        <w:rPr>
                          <w:rFonts w:cs="Arial"/>
                          <w:b/>
                          <w:sz w:val="24"/>
                          <w:szCs w:val="24"/>
                        </w:rPr>
                        <w:t>V</w:t>
                      </w:r>
                      <w:r w:rsidR="00E46EAE">
                        <w:rPr>
                          <w:rFonts w:cs="Arial"/>
                          <w:b/>
                          <w:sz w:val="24"/>
                          <w:szCs w:val="24"/>
                        </w:rPr>
                        <w:t>I</w:t>
                      </w:r>
                    </w:p>
                    <w:p w14:paraId="0FFD3FC7" w14:textId="77777777" w:rsidR="00235FA2" w:rsidRPr="00F330EB" w:rsidRDefault="00235FA2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3A055D" w14:textId="77777777" w:rsidR="00235FA2" w:rsidRDefault="003641CB" w:rsidP="00736702">
      <w:pPr>
        <w:pStyle w:val="Subttulo"/>
        <w:rPr>
          <w:rFonts w:ascii="ArialMT" w:hAnsi="ArialMT" w:cs="ArialMT"/>
          <w:b/>
        </w:rPr>
      </w:pPr>
      <w:r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28C84C" wp14:editId="4C98D809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6381750" cy="453390"/>
                <wp:effectExtent l="0" t="0" r="19050" b="22860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25D7C" w14:textId="77777777" w:rsidR="00F330EB" w:rsidRDefault="000C5D07" w:rsidP="00235FA2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PROY</w:t>
                            </w:r>
                            <w:r w:rsidR="00F330EB"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ECTOS </w:t>
                            </w:r>
                            <w:r w:rsidR="0007370D"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DE FORMACIÓN PROFESIONAL DUAL</w:t>
                            </w: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 AUTORIZADOS. </w:t>
                            </w:r>
                          </w:p>
                          <w:p w14:paraId="39E93604" w14:textId="77777777" w:rsidR="000C5D07" w:rsidRPr="008B3D0B" w:rsidRDefault="00E46EAE" w:rsidP="00235FA2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RENUNCIA DEL ALUMNADO A LA PARTICIPACIÓN</w:t>
                            </w:r>
                          </w:p>
                          <w:p w14:paraId="42C9FFD6" w14:textId="77777777" w:rsidR="00F330EB" w:rsidRPr="00F330EB" w:rsidRDefault="00F330EB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A687A0D" w14:textId="77777777" w:rsidR="00235FA2" w:rsidRPr="00F330EB" w:rsidRDefault="00235FA2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51F1F3C" w14:textId="77777777" w:rsidR="00F330EB" w:rsidRPr="00F330EB" w:rsidRDefault="00F330EB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5FE2AD2" w14:textId="77777777" w:rsidR="00235FA2" w:rsidRPr="00F330EB" w:rsidRDefault="00235FA2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28C84C" id="Text Box 60" o:spid="_x0000_s1027" type="#_x0000_t202" style="position:absolute;left:0;text-align:left;margin-left:0;margin-top:1pt;width:502.5pt;height:35.7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">
                <v:textbox>
                  <w:txbxContent>
                    <w:p w14:paraId="52A25D7C" w14:textId="77777777" w:rsidR="00F330EB" w:rsidRDefault="000C5D07" w:rsidP="00235FA2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PROY</w:t>
                      </w:r>
                      <w:r w:rsidR="00F330EB"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ECTOS </w:t>
                      </w:r>
                      <w:r w:rsidR="0007370D"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>DE FORMACIÓN PROFESIONAL DUAL</w:t>
                      </w: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 AUTORIZADOS. </w:t>
                      </w:r>
                    </w:p>
                    <w:p w14:paraId="39E93604" w14:textId="77777777" w:rsidR="000C5D07" w:rsidRPr="008B3D0B" w:rsidRDefault="00E46EAE" w:rsidP="00235FA2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RENUNCIA DEL ALUMNADO A LA PARTICIPACIÓN</w:t>
                      </w:r>
                    </w:p>
                    <w:p w14:paraId="42C9FFD6" w14:textId="77777777" w:rsidR="00F330EB" w:rsidRPr="00F330EB" w:rsidRDefault="00F330EB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5A687A0D" w14:textId="77777777" w:rsidR="00235FA2" w:rsidRPr="00F330EB" w:rsidRDefault="00235FA2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751F1F3C" w14:textId="77777777" w:rsidR="00F330EB" w:rsidRPr="00F330EB" w:rsidRDefault="00F330EB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45FE2AD2" w14:textId="77777777" w:rsidR="00235FA2" w:rsidRPr="00F330EB" w:rsidRDefault="00235FA2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EC9648" w14:textId="77777777" w:rsidR="00235FA2" w:rsidRDefault="00235FA2" w:rsidP="00736702">
      <w:pPr>
        <w:pStyle w:val="Subttulo"/>
        <w:rPr>
          <w:rFonts w:ascii="ArialMT" w:hAnsi="ArialMT" w:cs="ArialMT"/>
          <w:b/>
        </w:rPr>
      </w:pPr>
    </w:p>
    <w:p w14:paraId="6C4E054C" w14:textId="77777777" w:rsidR="007F1F64" w:rsidRDefault="007F1F64">
      <w:pPr>
        <w:rPr>
          <w:sz w:val="18"/>
        </w:rPr>
      </w:pPr>
    </w:p>
    <w:p w14:paraId="082E16D9" w14:textId="77777777" w:rsidR="003C4C70" w:rsidRDefault="003C4C70">
      <w:pPr>
        <w:rPr>
          <w:sz w:val="18"/>
        </w:rPr>
      </w:pPr>
    </w:p>
    <w:p w14:paraId="6B2F2BF7" w14:textId="77777777" w:rsidR="00E46EAE" w:rsidRDefault="00E46EAE">
      <w:pPr>
        <w:rPr>
          <w:sz w:val="18"/>
        </w:rPr>
      </w:pPr>
    </w:p>
    <w:tbl>
      <w:tblPr>
        <w:tblW w:w="1014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054"/>
        <w:gridCol w:w="923"/>
        <w:gridCol w:w="3766"/>
      </w:tblGrid>
      <w:tr w:rsidR="00E46EAE" w:rsidRPr="008B3D0B" w14:paraId="76FA6EFD" w14:textId="77777777" w:rsidTr="00435F82">
        <w:tc>
          <w:tcPr>
            <w:tcW w:w="10145" w:type="dxa"/>
            <w:gridSpan w:val="5"/>
            <w:tcBorders>
              <w:top w:val="single" w:sz="8" w:space="0" w:color="auto"/>
              <w:bottom w:val="single" w:sz="2" w:space="0" w:color="auto"/>
            </w:tcBorders>
            <w:shd w:val="pct12" w:color="auto" w:fill="auto"/>
          </w:tcPr>
          <w:p w14:paraId="0BB69839" w14:textId="77777777" w:rsidR="00E46EAE" w:rsidRPr="008B3D0B" w:rsidRDefault="00E46EAE" w:rsidP="00A94B33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Datos del alumn</w:t>
            </w:r>
            <w:r w:rsidR="00195055">
              <w:rPr>
                <w:rFonts w:cs="Arial"/>
                <w:b/>
                <w:sz w:val="18"/>
                <w:szCs w:val="18"/>
              </w:rPr>
              <w:t>a</w:t>
            </w:r>
            <w:r w:rsidR="005D0132">
              <w:rPr>
                <w:rFonts w:cs="Arial"/>
                <w:b/>
                <w:sz w:val="18"/>
                <w:szCs w:val="18"/>
              </w:rPr>
              <w:t>do</w:t>
            </w:r>
          </w:p>
        </w:tc>
      </w:tr>
      <w:tr w:rsidR="00E46EAE" w:rsidRPr="008B3D0B" w14:paraId="358AEECC" w14:textId="77777777" w:rsidTr="00DC5BB3">
        <w:trPr>
          <w:trHeight w:val="418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C72A" w14:textId="77777777" w:rsidR="00E46EAE" w:rsidRPr="00DE213F" w:rsidRDefault="00E46EAE" w:rsidP="00DE213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Nombre:</w:t>
            </w:r>
          </w:p>
        </w:tc>
        <w:tc>
          <w:tcPr>
            <w:tcW w:w="674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765556C" w14:textId="77777777" w:rsidR="00E46EAE" w:rsidRPr="00DE213F" w:rsidRDefault="00E46EAE" w:rsidP="00DE213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Apellidos</w:t>
            </w:r>
            <w:r w:rsidRPr="00DE213F">
              <w:rPr>
                <w:rFonts w:cs="Arial"/>
                <w:sz w:val="18"/>
                <w:szCs w:val="18"/>
              </w:rPr>
              <w:t>:</w:t>
            </w:r>
          </w:p>
        </w:tc>
      </w:tr>
      <w:tr w:rsidR="00DE213F" w:rsidRPr="008B3D0B" w14:paraId="7248AC04" w14:textId="77777777" w:rsidTr="00DC5BB3">
        <w:trPr>
          <w:trHeight w:val="366"/>
        </w:trPr>
        <w:tc>
          <w:tcPr>
            <w:tcW w:w="54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CFE4" w14:textId="77777777" w:rsidR="00DE213F" w:rsidRPr="008B3D0B" w:rsidRDefault="00DE213F" w:rsidP="00DE213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Domicilio</w:t>
            </w:r>
            <w:r w:rsidRPr="008B3D0B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F381F" w14:textId="77777777" w:rsidR="00DE213F" w:rsidRPr="008B3D0B" w:rsidRDefault="00DE213F" w:rsidP="00DE213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Localidad:</w:t>
            </w:r>
          </w:p>
        </w:tc>
      </w:tr>
      <w:tr w:rsidR="00DE213F" w:rsidRPr="008B3D0B" w14:paraId="279A0DA5" w14:textId="77777777" w:rsidTr="00DC5BB3">
        <w:trPr>
          <w:trHeight w:val="458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FC7A" w14:textId="77777777" w:rsidR="00DE213F" w:rsidRDefault="00DE213F" w:rsidP="00A94B33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Provincia: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1CB3C" w14:textId="77777777" w:rsidR="00DE213F" w:rsidRDefault="00DE213F" w:rsidP="00DE213F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DNI/NIE: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E7A64" w14:textId="77777777" w:rsidR="00DE213F" w:rsidRDefault="00DE213F" w:rsidP="00DE213F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Teléfono de contacto:</w:t>
            </w:r>
          </w:p>
        </w:tc>
      </w:tr>
    </w:tbl>
    <w:p w14:paraId="5C0A3913" w14:textId="77777777" w:rsidR="00E46EAE" w:rsidRDefault="00E46EAE">
      <w:pPr>
        <w:rPr>
          <w:sz w:val="18"/>
        </w:rPr>
      </w:pPr>
    </w:p>
    <w:tbl>
      <w:tblPr>
        <w:tblW w:w="1014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560"/>
        <w:gridCol w:w="4049"/>
      </w:tblGrid>
      <w:tr w:rsidR="003C4C70" w:rsidRPr="00F330EB" w14:paraId="1B7BB4AA" w14:textId="77777777" w:rsidTr="00435F82">
        <w:tc>
          <w:tcPr>
            <w:tcW w:w="10145" w:type="dxa"/>
            <w:gridSpan w:val="4"/>
            <w:tcBorders>
              <w:top w:val="single" w:sz="8" w:space="0" w:color="auto"/>
              <w:bottom w:val="single" w:sz="2" w:space="0" w:color="auto"/>
            </w:tcBorders>
            <w:shd w:val="pct12" w:color="auto" w:fill="auto"/>
          </w:tcPr>
          <w:p w14:paraId="0F3C6858" w14:textId="77777777" w:rsidR="003C4C70" w:rsidRPr="008B3D0B" w:rsidRDefault="001E007E" w:rsidP="001E007E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b/>
                <w:sz w:val="18"/>
                <w:szCs w:val="18"/>
              </w:rPr>
              <w:t>Proyecto de Formación Profesional Dual</w:t>
            </w:r>
          </w:p>
        </w:tc>
      </w:tr>
      <w:tr w:rsidR="00C839FA" w:rsidRPr="00F330EB" w14:paraId="3A292DC5" w14:textId="77777777" w:rsidTr="00DC5BB3">
        <w:trPr>
          <w:trHeight w:val="43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962D" w14:textId="77777777" w:rsidR="00C839FA" w:rsidRPr="008B3D0B" w:rsidRDefault="00C839FA" w:rsidP="00435F82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Centro educativo: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76433EF" w14:textId="77777777" w:rsidR="00C839FA" w:rsidRPr="008B3D0B" w:rsidRDefault="00C839FA" w:rsidP="00C839F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Localidad</w:t>
            </w:r>
            <w:r w:rsidRPr="008B3D0B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  <w:tr w:rsidR="007966FB" w:rsidRPr="00F330EB" w14:paraId="6365B960" w14:textId="77777777" w:rsidTr="00DC5BB3">
        <w:trPr>
          <w:trHeight w:val="368"/>
        </w:trPr>
        <w:tc>
          <w:tcPr>
            <w:tcW w:w="6096" w:type="dxa"/>
            <w:gridSpan w:val="3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9F27" w14:textId="77777777" w:rsidR="007966FB" w:rsidRPr="008B3D0B" w:rsidRDefault="007966FB" w:rsidP="00435F82">
            <w:pPr>
              <w:spacing w:before="120" w:after="80"/>
              <w:ind w:right="74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Ciclo Formativo: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35F8B09" w14:textId="77777777" w:rsidR="007966FB" w:rsidRPr="008B3D0B" w:rsidRDefault="007966FB" w:rsidP="008D2131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Código de proyecto:</w:t>
            </w:r>
          </w:p>
        </w:tc>
      </w:tr>
      <w:tr w:rsidR="000C5D07" w:rsidRPr="00F330EB" w14:paraId="2575965A" w14:textId="77777777" w:rsidTr="00435F82">
        <w:trPr>
          <w:cantSplit/>
          <w:trHeight w:val="317"/>
        </w:trPr>
        <w:tc>
          <w:tcPr>
            <w:tcW w:w="255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85814C" w14:textId="77777777" w:rsidR="000C5D07" w:rsidRPr="008B3D0B" w:rsidRDefault="000C5D07" w:rsidP="00726BF0">
            <w:pPr>
              <w:spacing w:before="120" w:after="40"/>
              <w:ind w:left="72"/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Modalidad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BE3041" w14:textId="77777777" w:rsidR="000C5D07" w:rsidRPr="008B3D0B" w:rsidRDefault="00DA341F" w:rsidP="00726BF0">
            <w:pPr>
              <w:spacing w:before="120" w:after="40"/>
              <w:ind w:right="72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Duración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74DF9D1" w14:textId="77777777" w:rsidR="000C5D07" w:rsidRPr="008B3D0B" w:rsidRDefault="00E05E94" w:rsidP="00DC5BB3">
            <w:pPr>
              <w:tabs>
                <w:tab w:val="left" w:pos="840"/>
                <w:tab w:val="center" w:pos="1918"/>
              </w:tabs>
              <w:spacing w:before="120" w:after="40"/>
              <w:ind w:right="72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Grado de ejecución del proyecto</w:t>
            </w:r>
          </w:p>
        </w:tc>
      </w:tr>
      <w:tr w:rsidR="00726BF0" w:rsidRPr="00F330EB" w14:paraId="4A367A7F" w14:textId="77777777" w:rsidTr="00435F82">
        <w:trPr>
          <w:cantSplit/>
        </w:trPr>
        <w:sdt>
          <w:sdtPr>
            <w:alias w:val="MODALIDAD"/>
            <w:tag w:val="MODALIDAD"/>
            <w:id w:val="-35594607"/>
            <w:lock w:val="sdtLocked"/>
            <w:placeholder>
              <w:docPart w:val="129147D63E96459697B8C27054BD7860"/>
            </w:placeholder>
            <w:showingPlcHdr/>
            <w:dropDownList>
              <w:listItem w:displayText="A" w:value="A"/>
              <w:listItem w:displayText="B" w:value="B"/>
              <w:listItem w:displayText="C" w:value="C"/>
            </w:dropDownList>
          </w:sdtPr>
          <w:sdtEndPr>
            <w:rPr>
              <w:rFonts w:cs="Arial"/>
              <w:sz w:val="18"/>
              <w:szCs w:val="18"/>
            </w:rPr>
          </w:sdtEndPr>
          <w:sdtContent>
            <w:tc>
              <w:tcPr>
                <w:tcW w:w="2552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</w:tcPr>
              <w:p w14:paraId="2B15C2DA" w14:textId="77777777" w:rsidR="00726BF0" w:rsidRPr="008B3D0B" w:rsidRDefault="00726BF0" w:rsidP="007966FB">
                <w:pPr>
                  <w:spacing w:before="120" w:after="40"/>
                  <w:ind w:right="72"/>
                  <w:rPr>
                    <w:rFonts w:cs="Arial"/>
                    <w:sz w:val="18"/>
                    <w:szCs w:val="18"/>
                  </w:rPr>
                </w:pPr>
                <w:r w:rsidRPr="00E55E8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alias w:val="Duración"/>
            <w:tag w:val="Duración"/>
            <w:id w:val="-1583906367"/>
            <w:lock w:val="sdtLocked"/>
            <w:placeholder>
              <w:docPart w:val="25E503D07AE84DF190B3CB40FF975B3C"/>
            </w:placeholder>
            <w:showingPlcHdr/>
            <w:dropDownList>
              <w:listItem w:displayText="1 CURSO" w:value="1 CURSO"/>
              <w:listItem w:displayText="2 CURSOS" w:value="2 CURSOS"/>
            </w:dropDownList>
          </w:sdtPr>
          <w:sdtEndPr/>
          <w:sdtContent>
            <w:tc>
              <w:tcPr>
                <w:tcW w:w="3544" w:type="dxa"/>
                <w:gridSpan w:val="2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</w:tcPr>
              <w:p w14:paraId="7CE0FBF5" w14:textId="77777777" w:rsidR="00726BF0" w:rsidRPr="008B3D0B" w:rsidRDefault="00726BF0" w:rsidP="007966FB">
                <w:pPr>
                  <w:spacing w:before="120" w:after="40"/>
                  <w:ind w:right="72"/>
                  <w:rPr>
                    <w:rFonts w:cs="Arial"/>
                    <w:sz w:val="18"/>
                    <w:szCs w:val="18"/>
                  </w:rPr>
                </w:pPr>
                <w:r w:rsidRPr="00E55E8E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0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2EF33E" w14:textId="77777777" w:rsidR="00726BF0" w:rsidRPr="008B3D0B" w:rsidRDefault="00E87C2A" w:rsidP="00E05E94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alias w:val="Porcentaje"/>
                <w:tag w:val="Porcentaje"/>
                <w:id w:val="-1498262018"/>
                <w:placeholder>
                  <w:docPart w:val="1E000C900F6B4E5BBF71051312883BE4"/>
                </w:placeholder>
                <w:showingPlcHdr/>
                <w:comboBox>
                  <w:listItem w:displayText="Se ha completado hasta el 25% del proyecto" w:value="Se ha completado hasta el 25% del proyecto"/>
                  <w:listItem w:displayText="Se ha completado entre el 25% y el 50% del proyecto" w:value="Se ha completado entre el 25% y el 50% del proyecto"/>
                  <w:listItem w:displayText="Se ha completado más del 50% del proyecto" w:value="Se ha completado más del 50% del proyecto"/>
                </w:comboBox>
              </w:sdtPr>
              <w:sdtEndPr/>
              <w:sdtContent>
                <w:r w:rsidR="00E05E94" w:rsidRPr="00E55E8E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726BF0" w:rsidRPr="00F330EB" w14:paraId="36C50FCF" w14:textId="77777777" w:rsidTr="00DC5BB3">
        <w:trPr>
          <w:cantSplit/>
          <w:trHeight w:val="487"/>
        </w:trPr>
        <w:tc>
          <w:tcPr>
            <w:tcW w:w="1014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7064656" w14:textId="77777777" w:rsidR="00DC5BB3" w:rsidRDefault="00726BF0" w:rsidP="00DC5BB3">
            <w:pPr>
              <w:ind w:left="74" w:right="74"/>
              <w:rPr>
                <w:rFonts w:cs="Arial"/>
                <w:sz w:val="18"/>
                <w:szCs w:val="18"/>
              </w:rPr>
            </w:pPr>
            <w:r w:rsidRPr="00726BF0">
              <w:rPr>
                <w:rFonts w:cs="Arial"/>
                <w:sz w:val="18"/>
                <w:szCs w:val="18"/>
              </w:rPr>
              <w:t>Proyecto</w:t>
            </w:r>
            <w:r>
              <w:rPr>
                <w:rFonts w:cs="Arial"/>
                <w:sz w:val="18"/>
                <w:szCs w:val="18"/>
              </w:rPr>
              <w:t xml:space="preserve"> autorizado</w:t>
            </w:r>
            <w:r w:rsidR="004130BB">
              <w:rPr>
                <w:rFonts w:cs="Arial"/>
                <w:sz w:val="18"/>
                <w:szCs w:val="18"/>
              </w:rPr>
              <w:t>*</w:t>
            </w:r>
            <w:r w:rsidR="0047070F">
              <w:rPr>
                <w:rFonts w:cs="Arial"/>
                <w:sz w:val="18"/>
                <w:szCs w:val="18"/>
              </w:rPr>
              <w:t xml:space="preserve"> mediante R</w:t>
            </w:r>
            <w:r>
              <w:rPr>
                <w:rFonts w:cs="Arial"/>
                <w:sz w:val="18"/>
                <w:szCs w:val="18"/>
              </w:rPr>
              <w:t xml:space="preserve">esolución (indicar): </w:t>
            </w:r>
          </w:p>
        </w:tc>
      </w:tr>
      <w:tr w:rsidR="00767148" w:rsidRPr="00F330EB" w14:paraId="3F7C7134" w14:textId="77777777" w:rsidTr="00DC5BB3">
        <w:trPr>
          <w:cantSplit/>
          <w:trHeight w:val="425"/>
        </w:trPr>
        <w:tc>
          <w:tcPr>
            <w:tcW w:w="4536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4560" w14:textId="77777777" w:rsidR="00767148" w:rsidRDefault="00767148" w:rsidP="00435F82">
            <w:pPr>
              <w:ind w:left="74" w:right="74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Curso académico de inicio:</w:t>
            </w:r>
          </w:p>
        </w:tc>
        <w:tc>
          <w:tcPr>
            <w:tcW w:w="560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8FE512A" w14:textId="77777777" w:rsidR="00767148" w:rsidRDefault="00767148" w:rsidP="00767148">
            <w:pPr>
              <w:ind w:left="74" w:right="74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Fecha de inicio del proyecto (en su caso):</w:t>
            </w:r>
          </w:p>
        </w:tc>
      </w:tr>
    </w:tbl>
    <w:p w14:paraId="240FB388" w14:textId="77777777" w:rsidR="00765CFA" w:rsidRPr="00765CFA" w:rsidRDefault="00765CFA" w:rsidP="002A3B13">
      <w:pPr>
        <w:rPr>
          <w:sz w:val="6"/>
          <w:szCs w:val="6"/>
        </w:rPr>
      </w:pPr>
    </w:p>
    <w:p w14:paraId="09672181" w14:textId="77777777" w:rsidR="00B259DF" w:rsidRDefault="004130BB" w:rsidP="005D013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</w:t>
      </w:r>
      <w:r w:rsidR="0047070F">
        <w:rPr>
          <w:sz w:val="16"/>
          <w:szCs w:val="16"/>
        </w:rPr>
        <w:t>Indicar la R</w:t>
      </w:r>
      <w:r w:rsidR="00B259DF" w:rsidRPr="0047070F">
        <w:rPr>
          <w:sz w:val="16"/>
          <w:szCs w:val="16"/>
        </w:rPr>
        <w:t>esolución</w:t>
      </w:r>
      <w:r w:rsidR="0047070F">
        <w:rPr>
          <w:sz w:val="16"/>
          <w:szCs w:val="16"/>
        </w:rPr>
        <w:t xml:space="preserve"> correspondiente (de nueva autorización o renovación en su caso)</w:t>
      </w:r>
      <w:r w:rsidR="00B259DF" w:rsidRPr="0047070F">
        <w:rPr>
          <w:sz w:val="16"/>
          <w:szCs w:val="16"/>
        </w:rPr>
        <w:t xml:space="preserve"> en la que se </w:t>
      </w:r>
      <w:r w:rsidR="0047070F">
        <w:rPr>
          <w:sz w:val="16"/>
          <w:szCs w:val="16"/>
        </w:rPr>
        <w:t xml:space="preserve">autorizó </w:t>
      </w:r>
      <w:r w:rsidR="00B259DF" w:rsidRPr="0047070F">
        <w:rPr>
          <w:sz w:val="16"/>
          <w:szCs w:val="16"/>
        </w:rPr>
        <w:t xml:space="preserve">el proyecto </w:t>
      </w:r>
      <w:r w:rsidR="00195055">
        <w:rPr>
          <w:sz w:val="16"/>
          <w:szCs w:val="16"/>
        </w:rPr>
        <w:t>al que se renuncia a seguir participando.</w:t>
      </w:r>
    </w:p>
    <w:p w14:paraId="547D1513" w14:textId="77777777" w:rsidR="004130BB" w:rsidRPr="00765CFA" w:rsidRDefault="004130BB" w:rsidP="002A3B13">
      <w:pPr>
        <w:rPr>
          <w:sz w:val="16"/>
          <w:szCs w:val="16"/>
        </w:rPr>
      </w:pPr>
    </w:p>
    <w:tbl>
      <w:tblPr>
        <w:tblStyle w:val="Tablaconcuadrcula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65CFA" w14:paraId="31599024" w14:textId="77777777" w:rsidTr="00DC5BB3">
        <w:tc>
          <w:tcPr>
            <w:tcW w:w="10206" w:type="dxa"/>
          </w:tcPr>
          <w:p w14:paraId="5D9E511E" w14:textId="77777777" w:rsidR="00195055" w:rsidRPr="00195055" w:rsidRDefault="00195055" w:rsidP="00765CFA">
            <w:pPr>
              <w:ind w:right="-108"/>
              <w:rPr>
                <w:b/>
                <w:sz w:val="16"/>
                <w:szCs w:val="16"/>
              </w:rPr>
            </w:pPr>
          </w:p>
          <w:p w14:paraId="1D9AD639" w14:textId="77777777" w:rsidR="00765CFA" w:rsidRPr="00765CFA" w:rsidRDefault="00765CFA" w:rsidP="00765CFA">
            <w:pPr>
              <w:ind w:right="-108"/>
              <w:rPr>
                <w:b/>
                <w:sz w:val="20"/>
                <w:szCs w:val="20"/>
              </w:rPr>
            </w:pPr>
            <w:r w:rsidRPr="00765CFA">
              <w:rPr>
                <w:b/>
                <w:sz w:val="20"/>
                <w:szCs w:val="20"/>
              </w:rPr>
              <w:t xml:space="preserve">Indicar brevemente el motivo de </w:t>
            </w:r>
            <w:r w:rsidR="00195055">
              <w:rPr>
                <w:b/>
                <w:sz w:val="20"/>
                <w:szCs w:val="20"/>
              </w:rPr>
              <w:t xml:space="preserve">la renuncia a la participación en el </w:t>
            </w:r>
            <w:r w:rsidRPr="00765CFA">
              <w:rPr>
                <w:b/>
                <w:sz w:val="20"/>
                <w:szCs w:val="20"/>
              </w:rPr>
              <w:t>proyecto de FP Dual</w:t>
            </w:r>
          </w:p>
          <w:p w14:paraId="581918E1" w14:textId="77777777" w:rsidR="00195055" w:rsidRDefault="00195055">
            <w:pPr>
              <w:rPr>
                <w:b/>
                <w:sz w:val="18"/>
              </w:rPr>
            </w:pPr>
          </w:p>
          <w:p w14:paraId="55DC5737" w14:textId="77777777" w:rsidR="00195055" w:rsidRDefault="00195055">
            <w:pPr>
              <w:rPr>
                <w:b/>
                <w:sz w:val="18"/>
              </w:rPr>
            </w:pPr>
          </w:p>
          <w:p w14:paraId="010AACE8" w14:textId="77777777" w:rsidR="00195055" w:rsidRDefault="00195055">
            <w:pPr>
              <w:rPr>
                <w:b/>
                <w:sz w:val="18"/>
              </w:rPr>
            </w:pPr>
          </w:p>
          <w:p w14:paraId="1197DE2E" w14:textId="77777777" w:rsidR="00195055" w:rsidRDefault="00195055">
            <w:pPr>
              <w:rPr>
                <w:b/>
                <w:sz w:val="18"/>
              </w:rPr>
            </w:pPr>
          </w:p>
          <w:p w14:paraId="0A335066" w14:textId="77777777" w:rsidR="00127684" w:rsidRPr="00765CFA" w:rsidRDefault="00127684">
            <w:pPr>
              <w:rPr>
                <w:b/>
                <w:sz w:val="18"/>
              </w:rPr>
            </w:pPr>
          </w:p>
          <w:p w14:paraId="6DA0152F" w14:textId="77777777" w:rsidR="00765CFA" w:rsidRPr="00765CFA" w:rsidRDefault="00765CFA">
            <w:pPr>
              <w:rPr>
                <w:b/>
                <w:sz w:val="18"/>
              </w:rPr>
            </w:pPr>
          </w:p>
        </w:tc>
      </w:tr>
    </w:tbl>
    <w:p w14:paraId="53FB9210" w14:textId="77777777" w:rsidR="00765CFA" w:rsidRDefault="00765CFA" w:rsidP="00765CFA">
      <w:pPr>
        <w:rPr>
          <w:sz w:val="18"/>
        </w:rPr>
      </w:pPr>
    </w:p>
    <w:tbl>
      <w:tblPr>
        <w:tblStyle w:val="Tablaconcuadrcula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65CFA" w14:paraId="7C4DC3E2" w14:textId="77777777" w:rsidTr="00DC5BB3">
        <w:trPr>
          <w:trHeight w:val="1029"/>
        </w:trPr>
        <w:tc>
          <w:tcPr>
            <w:tcW w:w="10206" w:type="dxa"/>
          </w:tcPr>
          <w:p w14:paraId="751F599C" w14:textId="77777777" w:rsidR="00765CFA" w:rsidRPr="00195055" w:rsidRDefault="00765CFA" w:rsidP="00F97FF1">
            <w:pPr>
              <w:rPr>
                <w:b/>
                <w:sz w:val="16"/>
                <w:szCs w:val="16"/>
              </w:rPr>
            </w:pPr>
          </w:p>
          <w:p w14:paraId="4EBDA1CB" w14:textId="77777777" w:rsidR="00765CFA" w:rsidRDefault="00765CFA" w:rsidP="00F97FF1">
            <w:pPr>
              <w:ind w:right="-108"/>
              <w:rPr>
                <w:b/>
                <w:sz w:val="20"/>
                <w:szCs w:val="20"/>
              </w:rPr>
            </w:pPr>
            <w:r w:rsidRPr="00765CFA">
              <w:rPr>
                <w:b/>
                <w:sz w:val="20"/>
                <w:szCs w:val="20"/>
              </w:rPr>
              <w:t xml:space="preserve">Indicar </w:t>
            </w:r>
            <w:r>
              <w:rPr>
                <w:b/>
                <w:sz w:val="20"/>
                <w:szCs w:val="20"/>
              </w:rPr>
              <w:t xml:space="preserve">la empresa </w:t>
            </w:r>
            <w:r w:rsidR="00195055">
              <w:rPr>
                <w:b/>
                <w:sz w:val="20"/>
                <w:szCs w:val="20"/>
              </w:rPr>
              <w:t>colaboradora en la que se han realizado las actividades formativas</w:t>
            </w:r>
          </w:p>
          <w:p w14:paraId="5BF4C6C8" w14:textId="77777777" w:rsidR="00DC5BB3" w:rsidRDefault="00DC5BB3" w:rsidP="00F97FF1">
            <w:pPr>
              <w:ind w:right="-108"/>
              <w:rPr>
                <w:b/>
                <w:sz w:val="20"/>
                <w:szCs w:val="20"/>
              </w:rPr>
            </w:pPr>
          </w:p>
          <w:p w14:paraId="587ABEEC" w14:textId="77777777" w:rsidR="00127684" w:rsidRPr="00765CFA" w:rsidRDefault="00127684" w:rsidP="00F97FF1">
            <w:pPr>
              <w:rPr>
                <w:b/>
                <w:sz w:val="18"/>
              </w:rPr>
            </w:pPr>
          </w:p>
          <w:p w14:paraId="77FB3C85" w14:textId="77777777" w:rsidR="00765CFA" w:rsidRPr="00765CFA" w:rsidRDefault="00765CFA" w:rsidP="00F97FF1">
            <w:pPr>
              <w:rPr>
                <w:b/>
                <w:sz w:val="18"/>
              </w:rPr>
            </w:pPr>
          </w:p>
        </w:tc>
      </w:tr>
    </w:tbl>
    <w:p w14:paraId="4E60A1D2" w14:textId="77777777" w:rsidR="00435F82" w:rsidRDefault="00435F82" w:rsidP="00F330EB">
      <w:pPr>
        <w:pStyle w:val="Ttulo1"/>
        <w:jc w:val="right"/>
        <w:rPr>
          <w:rFonts w:cs="Arial"/>
          <w:b w:val="0"/>
          <w:sz w:val="20"/>
        </w:rPr>
      </w:pPr>
    </w:p>
    <w:p w14:paraId="6C2CE4B4" w14:textId="77777777" w:rsidR="00F330EB" w:rsidRPr="008B3D0B" w:rsidRDefault="00435F82" w:rsidP="00F330EB">
      <w:pPr>
        <w:pStyle w:val="Ttulo1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En _________________ </w:t>
      </w:r>
      <w:proofErr w:type="spellStart"/>
      <w:r>
        <w:rPr>
          <w:rFonts w:cs="Arial"/>
          <w:b w:val="0"/>
          <w:sz w:val="20"/>
        </w:rPr>
        <w:t>a</w:t>
      </w:r>
      <w:proofErr w:type="spellEnd"/>
      <w:r>
        <w:rPr>
          <w:rFonts w:cs="Arial"/>
          <w:b w:val="0"/>
          <w:sz w:val="20"/>
        </w:rPr>
        <w:t xml:space="preserve"> ____ de _______________</w:t>
      </w:r>
      <w:r w:rsidR="00F330EB" w:rsidRPr="008B3D0B">
        <w:rPr>
          <w:rFonts w:cs="Arial"/>
          <w:b w:val="0"/>
          <w:sz w:val="20"/>
        </w:rPr>
        <w:t xml:space="preserve"> </w:t>
      </w:r>
      <w:proofErr w:type="spellStart"/>
      <w:r w:rsidR="00F330EB" w:rsidRPr="008B3D0B">
        <w:rPr>
          <w:rFonts w:cs="Arial"/>
          <w:b w:val="0"/>
          <w:sz w:val="20"/>
        </w:rPr>
        <w:t>de</w:t>
      </w:r>
      <w:proofErr w:type="spellEnd"/>
      <w:r w:rsidR="00F330EB" w:rsidRPr="008B3D0B">
        <w:rPr>
          <w:rFonts w:cs="Arial"/>
          <w:b w:val="0"/>
          <w:sz w:val="20"/>
        </w:rPr>
        <w:t xml:space="preserve"> 20</w:t>
      </w:r>
      <w:r>
        <w:rPr>
          <w:rFonts w:cs="Arial"/>
          <w:b w:val="0"/>
          <w:sz w:val="20"/>
        </w:rPr>
        <w:t>___</w:t>
      </w:r>
    </w:p>
    <w:tbl>
      <w:tblPr>
        <w:tblStyle w:val="Tablaconcuadrcula"/>
        <w:tblW w:w="0" w:type="auto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7"/>
        <w:gridCol w:w="4993"/>
      </w:tblGrid>
      <w:tr w:rsidR="00435F82" w14:paraId="0E05D818" w14:textId="77777777" w:rsidTr="00195055">
        <w:tc>
          <w:tcPr>
            <w:tcW w:w="5027" w:type="dxa"/>
          </w:tcPr>
          <w:p w14:paraId="114ED16B" w14:textId="77777777" w:rsidR="00435F82" w:rsidRDefault="00435F82" w:rsidP="00195055">
            <w:pPr>
              <w:pStyle w:val="Ttulo1"/>
              <w:outlineLvl w:val="0"/>
              <w:rPr>
                <w:rFonts w:cs="Arial"/>
                <w:b w:val="0"/>
                <w:sz w:val="20"/>
              </w:rPr>
            </w:pPr>
          </w:p>
          <w:p w14:paraId="17C4AB73" w14:textId="77777777" w:rsidR="00195055" w:rsidRDefault="00195055" w:rsidP="00195055">
            <w:pPr>
              <w:pStyle w:val="Ttulo1"/>
              <w:outlineLvl w:val="0"/>
              <w:rPr>
                <w:rFonts w:cs="Arial"/>
                <w:b w:val="0"/>
                <w:sz w:val="20"/>
              </w:rPr>
            </w:pPr>
            <w:r w:rsidRPr="008B3D0B">
              <w:rPr>
                <w:rFonts w:cs="Arial"/>
                <w:b w:val="0"/>
                <w:sz w:val="20"/>
              </w:rPr>
              <w:t>El</w:t>
            </w:r>
            <w:r>
              <w:rPr>
                <w:rFonts w:cs="Arial"/>
                <w:b w:val="0"/>
                <w:sz w:val="20"/>
              </w:rPr>
              <w:t>/La</w:t>
            </w:r>
            <w:r w:rsidRPr="008B3D0B">
              <w:rPr>
                <w:rFonts w:cs="Arial"/>
                <w:b w:val="0"/>
                <w:sz w:val="20"/>
              </w:rPr>
              <w:t xml:space="preserve"> </w:t>
            </w:r>
            <w:r w:rsidR="005D0132">
              <w:rPr>
                <w:rFonts w:cs="Arial"/>
                <w:b w:val="0"/>
                <w:sz w:val="20"/>
              </w:rPr>
              <w:t>tutor</w:t>
            </w:r>
            <w:r>
              <w:rPr>
                <w:rFonts w:cs="Arial"/>
                <w:b w:val="0"/>
                <w:sz w:val="20"/>
              </w:rPr>
              <w:t>/a del proyecto de FP Dual</w:t>
            </w:r>
          </w:p>
        </w:tc>
        <w:tc>
          <w:tcPr>
            <w:tcW w:w="5027" w:type="dxa"/>
          </w:tcPr>
          <w:p w14:paraId="6EF20961" w14:textId="77777777" w:rsidR="00435F82" w:rsidRDefault="00435F82" w:rsidP="00765CFA">
            <w:pPr>
              <w:pStyle w:val="Ttulo1"/>
              <w:ind w:left="0"/>
              <w:outlineLvl w:val="0"/>
              <w:rPr>
                <w:rFonts w:cs="Arial"/>
                <w:b w:val="0"/>
                <w:sz w:val="20"/>
              </w:rPr>
            </w:pPr>
          </w:p>
          <w:p w14:paraId="565ECDB1" w14:textId="77777777" w:rsidR="00195055" w:rsidRDefault="00195055" w:rsidP="00765CFA">
            <w:pPr>
              <w:pStyle w:val="Ttulo1"/>
              <w:ind w:left="0"/>
              <w:outlineLvl w:val="0"/>
              <w:rPr>
                <w:rFonts w:cs="Arial"/>
                <w:b w:val="0"/>
                <w:sz w:val="20"/>
              </w:rPr>
            </w:pPr>
            <w:r w:rsidRPr="008B3D0B">
              <w:rPr>
                <w:rFonts w:cs="Arial"/>
                <w:b w:val="0"/>
                <w:sz w:val="20"/>
              </w:rPr>
              <w:t>El</w:t>
            </w:r>
            <w:r>
              <w:rPr>
                <w:rFonts w:cs="Arial"/>
                <w:b w:val="0"/>
                <w:sz w:val="20"/>
              </w:rPr>
              <w:t xml:space="preserve">/La </w:t>
            </w:r>
            <w:r w:rsidR="005D0132">
              <w:rPr>
                <w:rFonts w:cs="Arial"/>
                <w:b w:val="0"/>
                <w:sz w:val="20"/>
              </w:rPr>
              <w:t>a</w:t>
            </w:r>
            <w:r>
              <w:rPr>
                <w:rFonts w:cs="Arial"/>
                <w:b w:val="0"/>
                <w:sz w:val="20"/>
              </w:rPr>
              <w:t>lumno/a</w:t>
            </w:r>
          </w:p>
        </w:tc>
      </w:tr>
      <w:tr w:rsidR="00435F82" w14:paraId="3D6D8C99" w14:textId="77777777" w:rsidTr="00195055">
        <w:tc>
          <w:tcPr>
            <w:tcW w:w="5027" w:type="dxa"/>
          </w:tcPr>
          <w:p w14:paraId="113FCD90" w14:textId="77777777" w:rsidR="00195055" w:rsidRDefault="00195055" w:rsidP="00195055">
            <w:pPr>
              <w:pStyle w:val="Sangradetextonormal"/>
              <w:jc w:val="center"/>
              <w:rPr>
                <w:rFonts w:cs="Arial"/>
                <w:sz w:val="20"/>
              </w:rPr>
            </w:pPr>
          </w:p>
          <w:p w14:paraId="57BDD3AB" w14:textId="77777777" w:rsidR="00195055" w:rsidRDefault="00195055" w:rsidP="00195055">
            <w:pPr>
              <w:pStyle w:val="Sangradetextonormal"/>
              <w:jc w:val="center"/>
              <w:rPr>
                <w:rFonts w:cs="Arial"/>
                <w:sz w:val="20"/>
              </w:rPr>
            </w:pPr>
          </w:p>
          <w:p w14:paraId="286E3677" w14:textId="77777777" w:rsidR="00195055" w:rsidRDefault="00195055" w:rsidP="00195055">
            <w:pPr>
              <w:pStyle w:val="Sangradetextonormal"/>
              <w:jc w:val="center"/>
              <w:rPr>
                <w:rFonts w:cs="Arial"/>
                <w:sz w:val="20"/>
              </w:rPr>
            </w:pPr>
          </w:p>
          <w:p w14:paraId="272C49ED" w14:textId="77777777" w:rsidR="00195055" w:rsidRDefault="00435F82" w:rsidP="00435F82">
            <w:pPr>
              <w:pStyle w:val="Sangradetextonormal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 xml:space="preserve">      </w:t>
            </w:r>
            <w:r w:rsidR="00195055">
              <w:rPr>
                <w:rFonts w:cs="Arial"/>
                <w:sz w:val="20"/>
              </w:rPr>
              <w:t xml:space="preserve">Fdo.: </w:t>
            </w:r>
            <w:r>
              <w:rPr>
                <w:rFonts w:cs="Arial"/>
                <w:sz w:val="20"/>
              </w:rPr>
              <w:t>___________________________</w:t>
            </w:r>
          </w:p>
        </w:tc>
        <w:tc>
          <w:tcPr>
            <w:tcW w:w="5027" w:type="dxa"/>
          </w:tcPr>
          <w:p w14:paraId="691CC2A4" w14:textId="77777777" w:rsidR="00195055" w:rsidRDefault="00195055" w:rsidP="00195055">
            <w:pPr>
              <w:pStyle w:val="Sangradetextonormal"/>
              <w:jc w:val="center"/>
              <w:rPr>
                <w:rFonts w:cs="Arial"/>
                <w:sz w:val="20"/>
              </w:rPr>
            </w:pPr>
          </w:p>
          <w:p w14:paraId="0F63FA9A" w14:textId="77777777" w:rsidR="00195055" w:rsidRDefault="00195055" w:rsidP="00195055">
            <w:pPr>
              <w:pStyle w:val="Sangradetextonormal"/>
              <w:jc w:val="center"/>
              <w:rPr>
                <w:rFonts w:cs="Arial"/>
                <w:sz w:val="20"/>
              </w:rPr>
            </w:pPr>
          </w:p>
          <w:p w14:paraId="0991A470" w14:textId="77777777" w:rsidR="00195055" w:rsidRDefault="00195055" w:rsidP="00195055">
            <w:pPr>
              <w:pStyle w:val="Sangradetextonormal"/>
              <w:jc w:val="center"/>
              <w:rPr>
                <w:rFonts w:cs="Arial"/>
                <w:sz w:val="20"/>
              </w:rPr>
            </w:pPr>
          </w:p>
          <w:p w14:paraId="335E22E5" w14:textId="77777777" w:rsidR="00195055" w:rsidRDefault="00195055" w:rsidP="00435F82">
            <w:pPr>
              <w:pStyle w:val="Sangradetextonormal"/>
              <w:jc w:val="center"/>
              <w:rPr>
                <w:rFonts w:cs="Arial"/>
                <w:b/>
                <w:sz w:val="20"/>
              </w:rPr>
            </w:pPr>
            <w:r w:rsidRPr="008B3D0B">
              <w:rPr>
                <w:rFonts w:cs="Arial"/>
                <w:sz w:val="20"/>
              </w:rPr>
              <w:t xml:space="preserve">Fdo.: </w:t>
            </w:r>
            <w:r w:rsidR="00435F82">
              <w:rPr>
                <w:rFonts w:cs="Arial"/>
                <w:sz w:val="20"/>
              </w:rPr>
              <w:t>_________________________</w:t>
            </w:r>
          </w:p>
        </w:tc>
      </w:tr>
    </w:tbl>
    <w:p w14:paraId="2EB7A884" w14:textId="77777777" w:rsidR="00435F82" w:rsidRPr="00435F82" w:rsidRDefault="00435F82" w:rsidP="00435F82"/>
    <w:p w14:paraId="56C8AF1C" w14:textId="77777777" w:rsidR="00DC5BB3" w:rsidRDefault="00DC5BB3" w:rsidP="00195055">
      <w:pPr>
        <w:jc w:val="both"/>
        <w:rPr>
          <w:rFonts w:cs="Arial"/>
          <w:sz w:val="18"/>
          <w:szCs w:val="18"/>
        </w:rPr>
      </w:pPr>
    </w:p>
    <w:p w14:paraId="6BF2B93C" w14:textId="77777777" w:rsidR="00DC5BB3" w:rsidRDefault="00DC5BB3" w:rsidP="00195055">
      <w:pPr>
        <w:jc w:val="both"/>
        <w:rPr>
          <w:rFonts w:cs="Arial"/>
          <w:sz w:val="18"/>
          <w:szCs w:val="18"/>
        </w:rPr>
      </w:pPr>
    </w:p>
    <w:p w14:paraId="59B91A7F" w14:textId="77777777" w:rsidR="00765CFA" w:rsidRPr="00435F82" w:rsidRDefault="00195055" w:rsidP="00195055">
      <w:pPr>
        <w:jc w:val="both"/>
        <w:rPr>
          <w:sz w:val="18"/>
          <w:szCs w:val="18"/>
        </w:rPr>
      </w:pPr>
      <w:r w:rsidRPr="00435F82">
        <w:rPr>
          <w:rFonts w:cs="Arial"/>
          <w:sz w:val="18"/>
          <w:szCs w:val="18"/>
        </w:rPr>
        <w:t>EL PRESENTE DOCUMENTO SE REMITIRÁ A LA</w:t>
      </w:r>
      <w:r w:rsidR="00843DB5" w:rsidRPr="00435F82">
        <w:rPr>
          <w:rFonts w:cs="Arial"/>
          <w:sz w:val="18"/>
          <w:szCs w:val="18"/>
        </w:rPr>
        <w:t xml:space="preserve"> UNIDAD DE FORMACIÓN PROFESIONAL DE LA</w:t>
      </w:r>
      <w:r w:rsidRPr="00435F82">
        <w:rPr>
          <w:rFonts w:cs="Arial"/>
          <w:sz w:val="18"/>
          <w:szCs w:val="18"/>
        </w:rPr>
        <w:t xml:space="preserve"> CORRESPONDIENTE DELEGACIÓN PROVINCIAL DE EDUCACIÓN, CULTURA Y DEPORTES.</w:t>
      </w:r>
    </w:p>
    <w:sectPr w:rsidR="00765CFA" w:rsidRPr="00435F82" w:rsidSect="00113C58">
      <w:headerReference w:type="default" r:id="rId8"/>
      <w:pgSz w:w="11906" w:h="16838"/>
      <w:pgMar w:top="1954" w:right="849" w:bottom="568" w:left="993" w:header="696" w:footer="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20C38" w14:textId="77777777" w:rsidR="003772DA" w:rsidRDefault="003772DA">
      <w:r>
        <w:separator/>
      </w:r>
    </w:p>
  </w:endnote>
  <w:endnote w:type="continuationSeparator" w:id="0">
    <w:p w14:paraId="79D3939A" w14:textId="77777777" w:rsidR="003772DA" w:rsidRDefault="00377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4B59A" w14:textId="77777777" w:rsidR="003772DA" w:rsidRDefault="003772DA">
      <w:r>
        <w:separator/>
      </w:r>
    </w:p>
  </w:footnote>
  <w:footnote w:type="continuationSeparator" w:id="0">
    <w:p w14:paraId="7BD87A8C" w14:textId="77777777" w:rsidR="003772DA" w:rsidRDefault="00377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C5AE4" w14:textId="4AC88864" w:rsidR="00DE61D3" w:rsidRDefault="00113C58" w:rsidP="00DE61D3">
    <w:pPr>
      <w:pStyle w:val="Encabezado"/>
      <w:rPr>
        <w:rFonts w:cs="Arial"/>
        <w:sz w:val="12"/>
        <w:szCs w:val="12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06C02AD5" wp14:editId="3F8F394B">
          <wp:simplePos x="0" y="0"/>
          <wp:positionH relativeFrom="margin">
            <wp:posOffset>4429125</wp:posOffset>
          </wp:positionH>
          <wp:positionV relativeFrom="paragraph">
            <wp:posOffset>0</wp:posOffset>
          </wp:positionV>
          <wp:extent cx="1960880" cy="476250"/>
          <wp:effectExtent l="0" t="0" r="1270" b="0"/>
          <wp:wrapNone/>
          <wp:docPr id="1157740924" name="Imagen 11577409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795" cy="476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30B8117" wp14:editId="1ECED05B">
          <wp:simplePos x="0" y="0"/>
          <wp:positionH relativeFrom="margin">
            <wp:posOffset>0</wp:posOffset>
          </wp:positionH>
          <wp:positionV relativeFrom="paragraph">
            <wp:posOffset>3175</wp:posOffset>
          </wp:positionV>
          <wp:extent cx="1028700" cy="770890"/>
          <wp:effectExtent l="0" t="0" r="0" b="0"/>
          <wp:wrapNone/>
          <wp:docPr id="1327645537" name="Imagen 13276455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2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770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Cs w:val="16"/>
      </w:rPr>
      <w:t xml:space="preserve">                                        </w:t>
    </w:r>
    <w:r w:rsidR="00456A6B">
      <w:rPr>
        <w:rFonts w:cs="Arial"/>
        <w:noProof/>
        <w:sz w:val="12"/>
        <w:szCs w:val="12"/>
      </w:rPr>
      <w:drawing>
        <wp:inline distT="0" distB="0" distL="0" distR="0" wp14:anchorId="0A254238" wp14:editId="17A7A402">
          <wp:extent cx="2461292" cy="702877"/>
          <wp:effectExtent l="0" t="0" r="0" b="2540"/>
          <wp:docPr id="688701525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8701525" name="Imagen 1" descr="Imagen que contiene 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5433" cy="726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Cs w:val="16"/>
      </w:rPr>
      <w:t xml:space="preserve"> </w:t>
    </w:r>
  </w:p>
  <w:p w14:paraId="1767B10D" w14:textId="77777777" w:rsidR="00DE61D3" w:rsidRDefault="00DE61D3" w:rsidP="00DE61D3">
    <w:pPr>
      <w:pStyle w:val="Encabezado"/>
      <w:rPr>
        <w:rFonts w:cs="Arial"/>
        <w:sz w:val="12"/>
        <w:szCs w:val="12"/>
      </w:rPr>
    </w:pPr>
  </w:p>
  <w:p w14:paraId="7FFFF97D" w14:textId="20E2B5DF" w:rsidR="00235FA2" w:rsidRPr="00DE61D3" w:rsidRDefault="00113C58" w:rsidP="00DE61D3">
    <w:pPr>
      <w:pStyle w:val="Encabezado"/>
      <w:rPr>
        <w:szCs w:val="16"/>
      </w:rPr>
    </w:pPr>
    <w:r>
      <w:rPr>
        <w:szCs w:val="16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5D2"/>
    <w:multiLevelType w:val="singleLevel"/>
    <w:tmpl w:val="0AEA1A9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F0042D"/>
    <w:multiLevelType w:val="singleLevel"/>
    <w:tmpl w:val="C67E4E9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4224410"/>
    <w:multiLevelType w:val="hybridMultilevel"/>
    <w:tmpl w:val="A59CD184"/>
    <w:lvl w:ilvl="0" w:tplc="74D0E42E">
      <w:start w:val="6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96A4E"/>
    <w:multiLevelType w:val="singleLevel"/>
    <w:tmpl w:val="0CA8F53A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12"/>
      </w:rPr>
    </w:lvl>
  </w:abstractNum>
  <w:abstractNum w:abstractNumId="4" w15:restartNumberingAfterBreak="0">
    <w:nsid w:val="54050042"/>
    <w:multiLevelType w:val="hybridMultilevel"/>
    <w:tmpl w:val="8E32B884"/>
    <w:lvl w:ilvl="0" w:tplc="34C49506">
      <w:start w:val="1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5" w15:restartNumberingAfterBreak="0">
    <w:nsid w:val="57DA2186"/>
    <w:multiLevelType w:val="hybridMultilevel"/>
    <w:tmpl w:val="B40A925A"/>
    <w:lvl w:ilvl="0" w:tplc="CD98EB3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0219D"/>
    <w:multiLevelType w:val="hybridMultilevel"/>
    <w:tmpl w:val="820C951C"/>
    <w:lvl w:ilvl="0" w:tplc="74D0E42E">
      <w:start w:val="6"/>
      <w:numFmt w:val="lowerLetter"/>
      <w:lvlText w:val="%1)"/>
      <w:lvlJc w:val="left"/>
      <w:pPr>
        <w:tabs>
          <w:tab w:val="num" w:pos="508"/>
        </w:tabs>
        <w:ind w:left="508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514" w:hanging="360"/>
      </w:pPr>
    </w:lvl>
    <w:lvl w:ilvl="2" w:tplc="0C0A001B" w:tentative="1">
      <w:start w:val="1"/>
      <w:numFmt w:val="lowerRoman"/>
      <w:lvlText w:val="%3."/>
      <w:lvlJc w:val="right"/>
      <w:pPr>
        <w:ind w:left="2234" w:hanging="180"/>
      </w:pPr>
    </w:lvl>
    <w:lvl w:ilvl="3" w:tplc="0C0A000F" w:tentative="1">
      <w:start w:val="1"/>
      <w:numFmt w:val="decimal"/>
      <w:lvlText w:val="%4."/>
      <w:lvlJc w:val="left"/>
      <w:pPr>
        <w:ind w:left="2954" w:hanging="360"/>
      </w:pPr>
    </w:lvl>
    <w:lvl w:ilvl="4" w:tplc="0C0A0019" w:tentative="1">
      <w:start w:val="1"/>
      <w:numFmt w:val="lowerLetter"/>
      <w:lvlText w:val="%5."/>
      <w:lvlJc w:val="left"/>
      <w:pPr>
        <w:ind w:left="3674" w:hanging="360"/>
      </w:pPr>
    </w:lvl>
    <w:lvl w:ilvl="5" w:tplc="0C0A001B" w:tentative="1">
      <w:start w:val="1"/>
      <w:numFmt w:val="lowerRoman"/>
      <w:lvlText w:val="%6."/>
      <w:lvlJc w:val="right"/>
      <w:pPr>
        <w:ind w:left="4394" w:hanging="180"/>
      </w:pPr>
    </w:lvl>
    <w:lvl w:ilvl="6" w:tplc="0C0A000F" w:tentative="1">
      <w:start w:val="1"/>
      <w:numFmt w:val="decimal"/>
      <w:lvlText w:val="%7."/>
      <w:lvlJc w:val="left"/>
      <w:pPr>
        <w:ind w:left="5114" w:hanging="360"/>
      </w:pPr>
    </w:lvl>
    <w:lvl w:ilvl="7" w:tplc="0C0A0019" w:tentative="1">
      <w:start w:val="1"/>
      <w:numFmt w:val="lowerLetter"/>
      <w:lvlText w:val="%8."/>
      <w:lvlJc w:val="left"/>
      <w:pPr>
        <w:ind w:left="5834" w:hanging="360"/>
      </w:pPr>
    </w:lvl>
    <w:lvl w:ilvl="8" w:tplc="0C0A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 w15:restartNumberingAfterBreak="0">
    <w:nsid w:val="67130A1D"/>
    <w:multiLevelType w:val="singleLevel"/>
    <w:tmpl w:val="26C8428E"/>
    <w:lvl w:ilvl="0">
      <w:numFmt w:val="bullet"/>
      <w:lvlText w:val=""/>
      <w:lvlJc w:val="left"/>
      <w:pPr>
        <w:tabs>
          <w:tab w:val="num" w:pos="720"/>
        </w:tabs>
        <w:ind w:left="720" w:hanging="405"/>
      </w:pPr>
      <w:rPr>
        <w:rFonts w:ascii="Symbol" w:hAnsi="Symbol" w:hint="default"/>
        <w:i w:val="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70"/>
    <w:rsid w:val="0007370D"/>
    <w:rsid w:val="00080241"/>
    <w:rsid w:val="000835D2"/>
    <w:rsid w:val="000C5D07"/>
    <w:rsid w:val="00113C58"/>
    <w:rsid w:val="001153F3"/>
    <w:rsid w:val="0011548D"/>
    <w:rsid w:val="00127684"/>
    <w:rsid w:val="00195055"/>
    <w:rsid w:val="001A2D00"/>
    <w:rsid w:val="001D37B1"/>
    <w:rsid w:val="001E007E"/>
    <w:rsid w:val="00212527"/>
    <w:rsid w:val="00213E5D"/>
    <w:rsid w:val="0021668A"/>
    <w:rsid w:val="00227690"/>
    <w:rsid w:val="00235FA2"/>
    <w:rsid w:val="00242DC4"/>
    <w:rsid w:val="00284CD2"/>
    <w:rsid w:val="002A253A"/>
    <w:rsid w:val="002A3B13"/>
    <w:rsid w:val="002F317F"/>
    <w:rsid w:val="00312161"/>
    <w:rsid w:val="00325036"/>
    <w:rsid w:val="003500FA"/>
    <w:rsid w:val="003641CB"/>
    <w:rsid w:val="003772DA"/>
    <w:rsid w:val="0039791F"/>
    <w:rsid w:val="003A68B2"/>
    <w:rsid w:val="003C1800"/>
    <w:rsid w:val="003C4C70"/>
    <w:rsid w:val="003E3CA2"/>
    <w:rsid w:val="003F55D8"/>
    <w:rsid w:val="004060F3"/>
    <w:rsid w:val="004130BB"/>
    <w:rsid w:val="004215B6"/>
    <w:rsid w:val="00435F82"/>
    <w:rsid w:val="004371FD"/>
    <w:rsid w:val="00456A6B"/>
    <w:rsid w:val="0047070F"/>
    <w:rsid w:val="00492B89"/>
    <w:rsid w:val="004A1D35"/>
    <w:rsid w:val="004A76A3"/>
    <w:rsid w:val="004B0368"/>
    <w:rsid w:val="004B1735"/>
    <w:rsid w:val="0051161D"/>
    <w:rsid w:val="00516551"/>
    <w:rsid w:val="00521E8C"/>
    <w:rsid w:val="00541637"/>
    <w:rsid w:val="00566D7B"/>
    <w:rsid w:val="00597D93"/>
    <w:rsid w:val="005B7FC9"/>
    <w:rsid w:val="005D0132"/>
    <w:rsid w:val="005E0439"/>
    <w:rsid w:val="00686782"/>
    <w:rsid w:val="007217D6"/>
    <w:rsid w:val="00726BF0"/>
    <w:rsid w:val="0073491B"/>
    <w:rsid w:val="00736702"/>
    <w:rsid w:val="00760505"/>
    <w:rsid w:val="00765CFA"/>
    <w:rsid w:val="00767148"/>
    <w:rsid w:val="00775BB0"/>
    <w:rsid w:val="007966FB"/>
    <w:rsid w:val="007E1480"/>
    <w:rsid w:val="007F1F64"/>
    <w:rsid w:val="00804769"/>
    <w:rsid w:val="00843DB5"/>
    <w:rsid w:val="008B156D"/>
    <w:rsid w:val="008B3D0B"/>
    <w:rsid w:val="008B4F8C"/>
    <w:rsid w:val="008D2131"/>
    <w:rsid w:val="00916159"/>
    <w:rsid w:val="0098078E"/>
    <w:rsid w:val="009D54EB"/>
    <w:rsid w:val="009F3A28"/>
    <w:rsid w:val="00A14CF2"/>
    <w:rsid w:val="00A54507"/>
    <w:rsid w:val="00A55C7E"/>
    <w:rsid w:val="00A90D31"/>
    <w:rsid w:val="00A90E92"/>
    <w:rsid w:val="00AA16E7"/>
    <w:rsid w:val="00AA784C"/>
    <w:rsid w:val="00AB2284"/>
    <w:rsid w:val="00AB411F"/>
    <w:rsid w:val="00AD1B7D"/>
    <w:rsid w:val="00AE0FAA"/>
    <w:rsid w:val="00B11501"/>
    <w:rsid w:val="00B259DF"/>
    <w:rsid w:val="00B3769B"/>
    <w:rsid w:val="00B37BAC"/>
    <w:rsid w:val="00B53657"/>
    <w:rsid w:val="00B65A5D"/>
    <w:rsid w:val="00B71E12"/>
    <w:rsid w:val="00B7659D"/>
    <w:rsid w:val="00B87F19"/>
    <w:rsid w:val="00BB102F"/>
    <w:rsid w:val="00BB6A9B"/>
    <w:rsid w:val="00BE38BB"/>
    <w:rsid w:val="00C050D5"/>
    <w:rsid w:val="00C206C5"/>
    <w:rsid w:val="00C839FA"/>
    <w:rsid w:val="00C966D3"/>
    <w:rsid w:val="00D164F2"/>
    <w:rsid w:val="00D44D13"/>
    <w:rsid w:val="00D7734A"/>
    <w:rsid w:val="00D924E7"/>
    <w:rsid w:val="00D96C88"/>
    <w:rsid w:val="00DA341F"/>
    <w:rsid w:val="00DC182C"/>
    <w:rsid w:val="00DC4A8F"/>
    <w:rsid w:val="00DC5BB3"/>
    <w:rsid w:val="00DE213F"/>
    <w:rsid w:val="00DE3655"/>
    <w:rsid w:val="00DE4049"/>
    <w:rsid w:val="00DE61D3"/>
    <w:rsid w:val="00E05E94"/>
    <w:rsid w:val="00E227E7"/>
    <w:rsid w:val="00E46EAE"/>
    <w:rsid w:val="00E87C2A"/>
    <w:rsid w:val="00F00827"/>
    <w:rsid w:val="00F1241A"/>
    <w:rsid w:val="00F26264"/>
    <w:rsid w:val="00F330EB"/>
    <w:rsid w:val="00F331EB"/>
    <w:rsid w:val="00F35F16"/>
    <w:rsid w:val="00F5575C"/>
    <w:rsid w:val="00F57E17"/>
    <w:rsid w:val="00F614E9"/>
    <w:rsid w:val="00F80820"/>
    <w:rsid w:val="00FB60D3"/>
    <w:rsid w:val="00FD649A"/>
    <w:rsid w:val="00FE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A61AAC2"/>
  <w15:chartTrackingRefBased/>
  <w15:docId w15:val="{7D7C8E7F-AEC9-425E-B19B-5E5774FA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spacing w:before="60" w:after="60"/>
      <w:ind w:left="74" w:right="74"/>
      <w:jc w:val="center"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pPr>
      <w:keepNext/>
      <w:spacing w:before="240" w:after="120"/>
      <w:ind w:firstLine="1206"/>
      <w:outlineLvl w:val="1"/>
    </w:pPr>
    <w:rPr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Normal"/>
    <w:qFormat/>
    <w:pPr>
      <w:jc w:val="center"/>
    </w:pPr>
    <w:rPr>
      <w:b/>
      <w:sz w:val="28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3C4C7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312161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5E043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5E0439"/>
    <w:rPr>
      <w:rFonts w:ascii="Arial" w:hAnsi="Arial"/>
      <w:sz w:val="22"/>
    </w:rPr>
  </w:style>
  <w:style w:type="paragraph" w:styleId="Sangradetextonormal">
    <w:name w:val="Body Text Indent"/>
    <w:basedOn w:val="Normal"/>
    <w:link w:val="SangradetextonormalCar"/>
    <w:rsid w:val="005E043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5E0439"/>
    <w:rPr>
      <w:rFonts w:ascii="Arial" w:hAnsi="Arial"/>
      <w:sz w:val="22"/>
    </w:rPr>
  </w:style>
  <w:style w:type="paragraph" w:styleId="Subttulo">
    <w:name w:val="Subtitle"/>
    <w:basedOn w:val="Normal"/>
    <w:next w:val="Normal"/>
    <w:link w:val="SubttuloCar"/>
    <w:qFormat/>
    <w:rsid w:val="005E043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5E0439"/>
    <w:rPr>
      <w:rFonts w:ascii="Cambria" w:eastAsia="Times New Roman" w:hAnsi="Cambria" w:cs="Times New Roman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rsid w:val="005E04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5E043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rsid w:val="002A3B13"/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2A3B13"/>
    <w:rPr>
      <w:rFonts w:ascii="Arial" w:hAnsi="Arial"/>
    </w:rPr>
  </w:style>
  <w:style w:type="character" w:styleId="Refdenotaalpie">
    <w:name w:val="footnote reference"/>
    <w:basedOn w:val="Fuentedeprrafopredeter"/>
    <w:rsid w:val="002A3B13"/>
    <w:rPr>
      <w:vertAlign w:val="superscript"/>
    </w:rPr>
  </w:style>
  <w:style w:type="table" w:styleId="Tablaconcuadrcula">
    <w:name w:val="Table Grid"/>
    <w:basedOn w:val="Tablanormal"/>
    <w:uiPriority w:val="59"/>
    <w:rsid w:val="0054163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7966FB"/>
    <w:rPr>
      <w:color w:val="808080"/>
    </w:rPr>
  </w:style>
  <w:style w:type="paragraph" w:styleId="Prrafodelista">
    <w:name w:val="List Paragraph"/>
    <w:basedOn w:val="Normal"/>
    <w:uiPriority w:val="34"/>
    <w:qFormat/>
    <w:rsid w:val="00413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7.tm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9147D63E96459697B8C27054BD7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EF215-B979-4566-9BCD-1B82C2A21BE2}"/>
      </w:docPartPr>
      <w:docPartBody>
        <w:p w:rsidR="00A32C48" w:rsidRDefault="00D869A0" w:rsidP="00D869A0">
          <w:pPr>
            <w:pStyle w:val="129147D63E96459697B8C27054BD786011"/>
          </w:pPr>
          <w:r w:rsidRPr="00E55E8E">
            <w:rPr>
              <w:rStyle w:val="Textodelmarcadordeposicin"/>
            </w:rPr>
            <w:t>Elija un elemento.</w:t>
          </w:r>
        </w:p>
      </w:docPartBody>
    </w:docPart>
    <w:docPart>
      <w:docPartPr>
        <w:name w:val="25E503D07AE84DF190B3CB40FF975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030F5-27B9-485C-ACA1-B01FC08DC26F}"/>
      </w:docPartPr>
      <w:docPartBody>
        <w:p w:rsidR="00A32C48" w:rsidRDefault="00D869A0" w:rsidP="00D869A0">
          <w:pPr>
            <w:pStyle w:val="25E503D07AE84DF190B3CB40FF975B3C11"/>
          </w:pPr>
          <w:r w:rsidRPr="00E55E8E">
            <w:rPr>
              <w:rStyle w:val="Textodelmarcadordeposicin"/>
            </w:rPr>
            <w:t>Elija un elemento.</w:t>
          </w:r>
        </w:p>
      </w:docPartBody>
    </w:docPart>
    <w:docPart>
      <w:docPartPr>
        <w:name w:val="1E000C900F6B4E5BBF71051312883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3741E-E881-446D-BF8E-7EC5974A3EEC}"/>
      </w:docPartPr>
      <w:docPartBody>
        <w:p w:rsidR="00E11EB6" w:rsidRDefault="00D869A0" w:rsidP="00D869A0">
          <w:pPr>
            <w:pStyle w:val="1E000C900F6B4E5BBF71051312883BE42"/>
          </w:pPr>
          <w:r w:rsidRPr="00E55E8E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4E1"/>
    <w:rsid w:val="00553826"/>
    <w:rsid w:val="005B7FC9"/>
    <w:rsid w:val="006F6935"/>
    <w:rsid w:val="00A32C48"/>
    <w:rsid w:val="00BB102F"/>
    <w:rsid w:val="00D869A0"/>
    <w:rsid w:val="00DF04E1"/>
    <w:rsid w:val="00E11EB6"/>
    <w:rsid w:val="00F064A8"/>
    <w:rsid w:val="00F1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869A0"/>
    <w:rPr>
      <w:color w:val="808080"/>
    </w:rPr>
  </w:style>
  <w:style w:type="paragraph" w:customStyle="1" w:styleId="1E000C900F6B4E5BBF71051312883BE42">
    <w:name w:val="1E000C900F6B4E5BBF71051312883BE42"/>
    <w:rsid w:val="00D869A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29147D63E96459697B8C27054BD786011">
    <w:name w:val="129147D63E96459697B8C27054BD786011"/>
    <w:rsid w:val="00D869A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E503D07AE84DF190B3CB40FF975B3C11">
    <w:name w:val="25E503D07AE84DF190B3CB40FF975B3C11"/>
    <w:rsid w:val="00D869A0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94F9F-BB73-423F-9308-EDEEAB78B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~wd07.tmp</Template>
  <TotalTime>0</TotalTime>
  <Pages>1</Pages>
  <Words>156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IX Informe de evaluación individualizado</vt:lpstr>
    </vt:vector>
  </TitlesOfParts>
  <Company>Comunidad Madrid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IX Informe de evaluación individualizado</dc:title>
  <dc:subject/>
  <dc:creator>I.C.M.</dc:creator>
  <cp:keywords/>
  <cp:lastModifiedBy>Usuario</cp:lastModifiedBy>
  <cp:revision>2</cp:revision>
  <cp:lastPrinted>2014-03-17T09:05:00Z</cp:lastPrinted>
  <dcterms:created xsi:type="dcterms:W3CDTF">2025-08-31T17:45:00Z</dcterms:created>
  <dcterms:modified xsi:type="dcterms:W3CDTF">2025-08-31T17:45:00Z</dcterms:modified>
</cp:coreProperties>
</file>